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6000CD" w:rsidRPr="006000CD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000CD" w:rsidRPr="006000CD">
        <w:rPr>
          <w:rFonts w:ascii="Times New Roman" w:hAnsi="Times New Roman"/>
          <w:b/>
        </w:rPr>
        <w:t>BP.271.34.2020.BS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00CD" w:rsidRPr="006000C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00CD" w:rsidRPr="006000C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6000CD" w:rsidRPr="006000C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00CD" w:rsidRPr="006000C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6000CD" w:rsidRPr="006000C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F66810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6000CD" w:rsidRPr="006000CD">
        <w:rPr>
          <w:rFonts w:ascii="Times New Roman" w:hAnsi="Times New Roman"/>
          <w:b/>
        </w:rPr>
        <w:t>Świadczenie usług pocztowych w obrocie krajowym i zagranicznym w zakresie przyjmowania, przemieszczania i doręczania przesyłek pocztowych i ewentualnych zwrotów (przesyłki listowe i paczki pocztowe) dla Urzędu Miejskiego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6000CD" w:rsidRPr="006000C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lastRenderedPageBreak/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03" w:rsidRDefault="00900503" w:rsidP="0038231F">
      <w:pPr>
        <w:spacing w:after="0" w:line="240" w:lineRule="auto"/>
      </w:pPr>
      <w:r>
        <w:separator/>
      </w:r>
    </w:p>
  </w:endnote>
  <w:endnote w:type="continuationSeparator" w:id="0">
    <w:p w:rsidR="00900503" w:rsidRDefault="009005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CD" w:rsidRDefault="006000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F171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F171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CD" w:rsidRDefault="006000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03" w:rsidRDefault="00900503" w:rsidP="0038231F">
      <w:pPr>
        <w:spacing w:after="0" w:line="240" w:lineRule="auto"/>
      </w:pPr>
      <w:r>
        <w:separator/>
      </w:r>
    </w:p>
  </w:footnote>
  <w:footnote w:type="continuationSeparator" w:id="0">
    <w:p w:rsidR="00900503" w:rsidRDefault="009005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CD" w:rsidRDefault="006000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CD" w:rsidRDefault="006000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0CD" w:rsidRDefault="006000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50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000CD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0503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9F616C"/>
    <w:rsid w:val="00A15F7E"/>
    <w:rsid w:val="00A166B0"/>
    <w:rsid w:val="00A22DCF"/>
    <w:rsid w:val="00A24C2D"/>
    <w:rsid w:val="00A276E4"/>
    <w:rsid w:val="00A3062E"/>
    <w:rsid w:val="00A347DE"/>
    <w:rsid w:val="00AD3E2C"/>
    <w:rsid w:val="00AE6FF2"/>
    <w:rsid w:val="00AF1714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1EFEA-C009-42A6-B980-98B1209BD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4</cp:revision>
  <cp:lastPrinted>2020-10-20T11:36:00Z</cp:lastPrinted>
  <dcterms:created xsi:type="dcterms:W3CDTF">2020-10-16T10:30:00Z</dcterms:created>
  <dcterms:modified xsi:type="dcterms:W3CDTF">2020-10-20T11:36:00Z</dcterms:modified>
</cp:coreProperties>
</file>